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992" w:type="dxa"/>
        <w:tblLook w:val="04A0" w:firstRow="1" w:lastRow="0" w:firstColumn="1" w:lastColumn="0" w:noHBand="0" w:noVBand="1"/>
      </w:tblPr>
      <w:tblGrid>
        <w:gridCol w:w="1097"/>
        <w:gridCol w:w="9076"/>
        <w:gridCol w:w="4819"/>
      </w:tblGrid>
      <w:tr w:rsidR="00611EE1" w14:paraId="5CC78333" w14:textId="77777777" w:rsidTr="00611EE1">
        <w:tc>
          <w:tcPr>
            <w:tcW w:w="1097" w:type="dxa"/>
          </w:tcPr>
          <w:p w14:paraId="0493C242" w14:textId="77777777" w:rsidR="00611EE1" w:rsidRDefault="00611EE1">
            <w:r>
              <w:t>Colore</w:t>
            </w:r>
          </w:p>
        </w:tc>
        <w:tc>
          <w:tcPr>
            <w:tcW w:w="9076" w:type="dxa"/>
          </w:tcPr>
          <w:p w14:paraId="339012A7" w14:textId="77777777" w:rsidR="00611EE1" w:rsidRDefault="00611EE1">
            <w:r>
              <w:t>Disegna o scrivi quello che hai osservato</w:t>
            </w:r>
          </w:p>
        </w:tc>
        <w:tc>
          <w:tcPr>
            <w:tcW w:w="4819" w:type="dxa"/>
          </w:tcPr>
          <w:p w14:paraId="39285EBE" w14:textId="77777777" w:rsidR="00611EE1" w:rsidRDefault="00611EE1">
            <w:r>
              <w:t>Colora le zone che sono cambiate sul T</w:t>
            </w:r>
            <w:r w:rsidR="00F62968">
              <w:t>hy</w:t>
            </w:r>
            <w:r>
              <w:t>mio</w:t>
            </w:r>
          </w:p>
        </w:tc>
      </w:tr>
      <w:tr w:rsidR="00611EE1" w14:paraId="75A5DEEA" w14:textId="77777777" w:rsidTr="00611EE1">
        <w:tc>
          <w:tcPr>
            <w:tcW w:w="1097" w:type="dxa"/>
            <w:shd w:val="clear" w:color="auto" w:fill="00B050"/>
            <w:vAlign w:val="center"/>
          </w:tcPr>
          <w:p w14:paraId="6D01361C" w14:textId="77777777" w:rsidR="00611EE1" w:rsidRPr="00D708D7" w:rsidRDefault="00611EE1" w:rsidP="00611EE1">
            <w:pPr>
              <w:jc w:val="center"/>
              <w:rPr>
                <w:b/>
              </w:rPr>
            </w:pPr>
            <w:r w:rsidRPr="00D708D7">
              <w:rPr>
                <w:b/>
              </w:rPr>
              <w:t>Verde</w:t>
            </w:r>
          </w:p>
        </w:tc>
        <w:tc>
          <w:tcPr>
            <w:tcW w:w="9076" w:type="dxa"/>
          </w:tcPr>
          <w:p w14:paraId="6285B04E" w14:textId="77777777" w:rsidR="00611EE1" w:rsidRDefault="00611EE1"/>
        </w:tc>
        <w:tc>
          <w:tcPr>
            <w:tcW w:w="4819" w:type="dxa"/>
          </w:tcPr>
          <w:p w14:paraId="3DC97BF9" w14:textId="77777777" w:rsidR="00611EE1" w:rsidRDefault="00611EE1" w:rsidP="00611EE1">
            <w:pPr>
              <w:jc w:val="center"/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165D0B5E" wp14:editId="0A89C961">
                  <wp:extent cx="2633471" cy="1044000"/>
                  <wp:effectExtent l="0" t="0" r="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ymi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471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1EE1" w14:paraId="3610AC2E" w14:textId="77777777" w:rsidTr="00611EE1">
        <w:tc>
          <w:tcPr>
            <w:tcW w:w="1097" w:type="dxa"/>
            <w:shd w:val="clear" w:color="auto" w:fill="FFFF00"/>
            <w:vAlign w:val="center"/>
          </w:tcPr>
          <w:p w14:paraId="7765A094" w14:textId="77777777" w:rsidR="00611EE1" w:rsidRPr="00D708D7" w:rsidRDefault="00611EE1" w:rsidP="00611EE1">
            <w:pPr>
              <w:jc w:val="center"/>
              <w:rPr>
                <w:b/>
              </w:rPr>
            </w:pPr>
            <w:r w:rsidRPr="00D708D7">
              <w:rPr>
                <w:b/>
              </w:rPr>
              <w:t>Giallo</w:t>
            </w:r>
          </w:p>
        </w:tc>
        <w:tc>
          <w:tcPr>
            <w:tcW w:w="9076" w:type="dxa"/>
          </w:tcPr>
          <w:p w14:paraId="10CE4B6C" w14:textId="77777777" w:rsidR="00611EE1" w:rsidRDefault="00611EE1"/>
        </w:tc>
        <w:tc>
          <w:tcPr>
            <w:tcW w:w="4819" w:type="dxa"/>
          </w:tcPr>
          <w:p w14:paraId="5530393D" w14:textId="77777777" w:rsidR="00611EE1" w:rsidRDefault="00611EE1" w:rsidP="00611EE1">
            <w:pPr>
              <w:jc w:val="center"/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62FF3280" wp14:editId="73415567">
                  <wp:extent cx="2633460" cy="1044000"/>
                  <wp:effectExtent l="0" t="0" r="0" b="381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ymi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46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1EE1" w14:paraId="00CEE333" w14:textId="77777777" w:rsidTr="00611EE1">
        <w:tc>
          <w:tcPr>
            <w:tcW w:w="1097" w:type="dxa"/>
            <w:shd w:val="clear" w:color="auto" w:fill="FF0000"/>
            <w:vAlign w:val="center"/>
          </w:tcPr>
          <w:p w14:paraId="38AA4471" w14:textId="77777777" w:rsidR="00611EE1" w:rsidRPr="00D708D7" w:rsidRDefault="00611EE1" w:rsidP="00611EE1">
            <w:pPr>
              <w:jc w:val="center"/>
              <w:rPr>
                <w:b/>
              </w:rPr>
            </w:pPr>
            <w:r w:rsidRPr="00D708D7">
              <w:rPr>
                <w:b/>
              </w:rPr>
              <w:t>Rosso</w:t>
            </w:r>
          </w:p>
        </w:tc>
        <w:tc>
          <w:tcPr>
            <w:tcW w:w="9076" w:type="dxa"/>
          </w:tcPr>
          <w:p w14:paraId="771073D2" w14:textId="77777777" w:rsidR="00611EE1" w:rsidRDefault="00611EE1"/>
        </w:tc>
        <w:tc>
          <w:tcPr>
            <w:tcW w:w="4819" w:type="dxa"/>
          </w:tcPr>
          <w:p w14:paraId="4D383826" w14:textId="77777777" w:rsidR="00611EE1" w:rsidRDefault="00611EE1" w:rsidP="00611EE1">
            <w:pPr>
              <w:jc w:val="center"/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2C7648C1" wp14:editId="50D1E329">
                  <wp:extent cx="2633460" cy="1044000"/>
                  <wp:effectExtent l="0" t="0" r="0" b="381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ymi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46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023" w14:paraId="1FE7BB57" w14:textId="77777777" w:rsidTr="00A20572">
        <w:tc>
          <w:tcPr>
            <w:tcW w:w="1097" w:type="dxa"/>
            <w:shd w:val="clear" w:color="auto" w:fill="4F81BD" w:themeFill="accent1"/>
            <w:vAlign w:val="center"/>
          </w:tcPr>
          <w:p w14:paraId="1BEEC364" w14:textId="77777777" w:rsidR="00C62023" w:rsidRPr="00D708D7" w:rsidRDefault="00C62023" w:rsidP="00A20572">
            <w:pPr>
              <w:spacing w:before="240" w:after="240"/>
              <w:jc w:val="center"/>
              <w:rPr>
                <w:b/>
              </w:rPr>
            </w:pPr>
            <w:r w:rsidRPr="00D708D7">
              <w:rPr>
                <w:b/>
              </w:rPr>
              <w:t>Blu</w:t>
            </w:r>
          </w:p>
        </w:tc>
        <w:tc>
          <w:tcPr>
            <w:tcW w:w="9076" w:type="dxa"/>
          </w:tcPr>
          <w:p w14:paraId="31CA9F15" w14:textId="77777777" w:rsidR="00C62023" w:rsidRDefault="00C62023" w:rsidP="00BC7B81"/>
        </w:tc>
        <w:tc>
          <w:tcPr>
            <w:tcW w:w="4819" w:type="dxa"/>
          </w:tcPr>
          <w:p w14:paraId="4545C01C" w14:textId="77777777" w:rsidR="00C62023" w:rsidRDefault="00C62023" w:rsidP="00BC7B81">
            <w:pPr>
              <w:jc w:val="center"/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1F048DF0" wp14:editId="0CC5F533">
                  <wp:extent cx="2633460" cy="1044000"/>
                  <wp:effectExtent l="0" t="0" r="0" b="381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ymi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46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023" w14:paraId="38620AA6" w14:textId="77777777" w:rsidTr="00BC7B81">
        <w:tc>
          <w:tcPr>
            <w:tcW w:w="1097" w:type="dxa"/>
            <w:shd w:val="clear" w:color="auto" w:fill="00B0F0"/>
            <w:vAlign w:val="center"/>
          </w:tcPr>
          <w:p w14:paraId="180ACD94" w14:textId="77777777" w:rsidR="00C62023" w:rsidRPr="00D708D7" w:rsidRDefault="00C62023" w:rsidP="00BC7B81">
            <w:pPr>
              <w:jc w:val="center"/>
              <w:rPr>
                <w:b/>
              </w:rPr>
            </w:pPr>
            <w:r w:rsidRPr="00D708D7">
              <w:rPr>
                <w:b/>
              </w:rPr>
              <w:t>Azzurro</w:t>
            </w:r>
          </w:p>
        </w:tc>
        <w:tc>
          <w:tcPr>
            <w:tcW w:w="9076" w:type="dxa"/>
          </w:tcPr>
          <w:p w14:paraId="717D597D" w14:textId="77777777" w:rsidR="00C62023" w:rsidRDefault="00C62023" w:rsidP="00BC7B81"/>
        </w:tc>
        <w:tc>
          <w:tcPr>
            <w:tcW w:w="4819" w:type="dxa"/>
          </w:tcPr>
          <w:p w14:paraId="70DF0F7C" w14:textId="77777777" w:rsidR="00C62023" w:rsidRDefault="00C62023" w:rsidP="00BC7B81">
            <w:pPr>
              <w:jc w:val="center"/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215C642B" wp14:editId="707B99C3">
                  <wp:extent cx="2633460" cy="1044000"/>
                  <wp:effectExtent l="0" t="0" r="0" b="3810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ymi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46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1EE1" w14:paraId="191606F6" w14:textId="77777777" w:rsidTr="00611EE1">
        <w:tc>
          <w:tcPr>
            <w:tcW w:w="1097" w:type="dxa"/>
            <w:shd w:val="clear" w:color="auto" w:fill="FF0066"/>
            <w:vAlign w:val="center"/>
          </w:tcPr>
          <w:p w14:paraId="243F4CDC" w14:textId="77777777" w:rsidR="00611EE1" w:rsidRPr="00D708D7" w:rsidRDefault="00611EE1" w:rsidP="00611EE1">
            <w:pPr>
              <w:jc w:val="center"/>
              <w:rPr>
                <w:b/>
              </w:rPr>
            </w:pPr>
            <w:r w:rsidRPr="00D708D7">
              <w:rPr>
                <w:b/>
              </w:rPr>
              <w:t>Rosa</w:t>
            </w:r>
          </w:p>
        </w:tc>
        <w:tc>
          <w:tcPr>
            <w:tcW w:w="9076" w:type="dxa"/>
          </w:tcPr>
          <w:p w14:paraId="2B74637F" w14:textId="77777777" w:rsidR="00611EE1" w:rsidRDefault="00611EE1"/>
        </w:tc>
        <w:tc>
          <w:tcPr>
            <w:tcW w:w="4819" w:type="dxa"/>
          </w:tcPr>
          <w:p w14:paraId="2B19D53B" w14:textId="77777777" w:rsidR="00611EE1" w:rsidRDefault="00611EE1" w:rsidP="00611EE1">
            <w:pPr>
              <w:jc w:val="center"/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50C6CD5E" wp14:editId="75C16EFB">
                  <wp:extent cx="2633460" cy="1044000"/>
                  <wp:effectExtent l="0" t="0" r="0" b="381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ymi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46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15CCA0" w14:textId="77777777" w:rsidR="005228C9" w:rsidRDefault="005228C9">
      <w:pPr>
        <w:sectPr w:rsidR="005228C9" w:rsidSect="00D708D7">
          <w:pgSz w:w="16838" w:h="11906" w:orient="landscape"/>
          <w:pgMar w:top="851" w:right="1417" w:bottom="426" w:left="1134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6520"/>
      </w:tblGrid>
      <w:tr w:rsidR="005228C9" w14:paraId="2605A4DF" w14:textId="77777777" w:rsidTr="0055332E">
        <w:tc>
          <w:tcPr>
            <w:tcW w:w="1668" w:type="dxa"/>
            <w:shd w:val="clear" w:color="auto" w:fill="00B050"/>
            <w:vAlign w:val="center"/>
          </w:tcPr>
          <w:p w14:paraId="48581E58" w14:textId="77777777" w:rsidR="005228C9" w:rsidRPr="00D708D7" w:rsidRDefault="005228C9" w:rsidP="005228C9">
            <w:pPr>
              <w:spacing w:before="240" w:after="240"/>
              <w:jc w:val="center"/>
              <w:rPr>
                <w:b/>
              </w:rPr>
            </w:pPr>
            <w:r w:rsidRPr="00D708D7">
              <w:rPr>
                <w:b/>
              </w:rPr>
              <w:lastRenderedPageBreak/>
              <w:t>Verde</w:t>
            </w:r>
          </w:p>
        </w:tc>
        <w:tc>
          <w:tcPr>
            <w:tcW w:w="1701" w:type="dxa"/>
          </w:tcPr>
          <w:p w14:paraId="7790F87F" w14:textId="77777777" w:rsidR="005228C9" w:rsidRDefault="005228C9" w:rsidP="005228C9">
            <w:pPr>
              <w:spacing w:before="240" w:after="240"/>
            </w:pPr>
            <w:r>
              <w:t>Amichevole</w:t>
            </w:r>
          </w:p>
        </w:tc>
        <w:tc>
          <w:tcPr>
            <w:tcW w:w="6520" w:type="dxa"/>
          </w:tcPr>
          <w:p w14:paraId="0F9A1ADF" w14:textId="77777777" w:rsidR="005228C9" w:rsidRDefault="005228C9" w:rsidP="005228C9">
            <w:pPr>
              <w:spacing w:before="240" w:after="240"/>
            </w:pPr>
            <w:r>
              <w:t>Segue l’oggetto che gli sta di fronte.</w:t>
            </w:r>
          </w:p>
        </w:tc>
      </w:tr>
      <w:tr w:rsidR="005228C9" w14:paraId="7906641D" w14:textId="77777777" w:rsidTr="0055332E">
        <w:tc>
          <w:tcPr>
            <w:tcW w:w="1668" w:type="dxa"/>
            <w:shd w:val="clear" w:color="auto" w:fill="FFFF00"/>
            <w:vAlign w:val="center"/>
          </w:tcPr>
          <w:p w14:paraId="4192B9E8" w14:textId="77777777" w:rsidR="005228C9" w:rsidRPr="00D708D7" w:rsidRDefault="005228C9" w:rsidP="005228C9">
            <w:pPr>
              <w:spacing w:before="240" w:after="240"/>
              <w:jc w:val="center"/>
              <w:rPr>
                <w:b/>
              </w:rPr>
            </w:pPr>
            <w:r w:rsidRPr="00D708D7">
              <w:rPr>
                <w:b/>
              </w:rPr>
              <w:t>Giallo</w:t>
            </w:r>
          </w:p>
        </w:tc>
        <w:tc>
          <w:tcPr>
            <w:tcW w:w="1701" w:type="dxa"/>
          </w:tcPr>
          <w:p w14:paraId="34F2CA48" w14:textId="77777777" w:rsidR="005228C9" w:rsidRDefault="005228C9" w:rsidP="005228C9">
            <w:pPr>
              <w:spacing w:before="240" w:after="240"/>
            </w:pPr>
            <w:r>
              <w:t>Esploratore</w:t>
            </w:r>
          </w:p>
        </w:tc>
        <w:tc>
          <w:tcPr>
            <w:tcW w:w="6520" w:type="dxa"/>
          </w:tcPr>
          <w:p w14:paraId="6146ED31" w14:textId="77777777" w:rsidR="005228C9" w:rsidRDefault="005228C9" w:rsidP="005228C9">
            <w:pPr>
              <w:spacing w:before="240" w:after="240"/>
            </w:pPr>
            <w:r>
              <w:t>Esplora l’ambiente evitando gli ostacoli.</w:t>
            </w:r>
          </w:p>
        </w:tc>
      </w:tr>
      <w:tr w:rsidR="005228C9" w14:paraId="272A17D5" w14:textId="77777777" w:rsidTr="0055332E">
        <w:tc>
          <w:tcPr>
            <w:tcW w:w="1668" w:type="dxa"/>
            <w:shd w:val="clear" w:color="auto" w:fill="FF0000"/>
            <w:vAlign w:val="center"/>
          </w:tcPr>
          <w:p w14:paraId="053B9B48" w14:textId="77777777" w:rsidR="005228C9" w:rsidRPr="00D708D7" w:rsidRDefault="005228C9" w:rsidP="005228C9">
            <w:pPr>
              <w:spacing w:before="240" w:after="240"/>
              <w:jc w:val="center"/>
              <w:rPr>
                <w:b/>
              </w:rPr>
            </w:pPr>
            <w:r w:rsidRPr="00D708D7">
              <w:rPr>
                <w:b/>
              </w:rPr>
              <w:t>Rosso</w:t>
            </w:r>
          </w:p>
        </w:tc>
        <w:tc>
          <w:tcPr>
            <w:tcW w:w="1701" w:type="dxa"/>
          </w:tcPr>
          <w:p w14:paraId="5AC0DE9D" w14:textId="77777777" w:rsidR="005228C9" w:rsidRDefault="005228C9" w:rsidP="005228C9">
            <w:pPr>
              <w:spacing w:before="240" w:after="240"/>
            </w:pPr>
            <w:r>
              <w:t>Pauroso</w:t>
            </w:r>
          </w:p>
        </w:tc>
        <w:tc>
          <w:tcPr>
            <w:tcW w:w="6520" w:type="dxa"/>
          </w:tcPr>
          <w:p w14:paraId="3429157C" w14:textId="77777777" w:rsidR="005228C9" w:rsidRDefault="005228C9" w:rsidP="005228C9">
            <w:pPr>
              <w:spacing w:before="240" w:after="240"/>
            </w:pPr>
            <w:r>
              <w:t>Riconosce gli urti e le cadute e mostra la direzione della gravità.</w:t>
            </w:r>
          </w:p>
        </w:tc>
      </w:tr>
      <w:tr w:rsidR="005228C9" w14:paraId="264B50A1" w14:textId="77777777" w:rsidTr="0055332E">
        <w:tc>
          <w:tcPr>
            <w:tcW w:w="1668" w:type="dxa"/>
            <w:shd w:val="clear" w:color="auto" w:fill="4F81BD" w:themeFill="accent1"/>
            <w:vAlign w:val="center"/>
          </w:tcPr>
          <w:p w14:paraId="14E0FB6E" w14:textId="77777777" w:rsidR="005228C9" w:rsidRPr="00D708D7" w:rsidRDefault="005228C9" w:rsidP="005228C9">
            <w:pPr>
              <w:spacing w:before="240" w:after="240"/>
              <w:jc w:val="center"/>
              <w:rPr>
                <w:b/>
              </w:rPr>
            </w:pPr>
            <w:r w:rsidRPr="00D708D7">
              <w:rPr>
                <w:b/>
              </w:rPr>
              <w:t>Blu</w:t>
            </w:r>
          </w:p>
        </w:tc>
        <w:tc>
          <w:tcPr>
            <w:tcW w:w="1701" w:type="dxa"/>
          </w:tcPr>
          <w:p w14:paraId="161A7584" w14:textId="77777777" w:rsidR="005228C9" w:rsidRDefault="005228C9" w:rsidP="005228C9">
            <w:pPr>
              <w:spacing w:before="240" w:after="240"/>
            </w:pPr>
            <w:r>
              <w:t>Attento</w:t>
            </w:r>
          </w:p>
        </w:tc>
        <w:tc>
          <w:tcPr>
            <w:tcW w:w="6520" w:type="dxa"/>
          </w:tcPr>
          <w:p w14:paraId="101B1888" w14:textId="77777777" w:rsidR="005228C9" w:rsidRDefault="005228C9" w:rsidP="005228C9">
            <w:pPr>
              <w:spacing w:before="240" w:after="240"/>
            </w:pPr>
            <w:r>
              <w:t>Risponde ai suoni.</w:t>
            </w:r>
          </w:p>
          <w:p w14:paraId="6C99123D" w14:textId="77777777" w:rsidR="0055332E" w:rsidRDefault="005228C9" w:rsidP="0055332E">
            <w:pPr>
              <w:spacing w:before="120" w:after="120"/>
            </w:pPr>
            <w:bookmarkStart w:id="0" w:name="_GoBack"/>
            <w:bookmarkEnd w:id="0"/>
            <w:r>
              <w:t>1 battimano = vai dritto / gira</w:t>
            </w:r>
          </w:p>
          <w:p w14:paraId="475D95C9" w14:textId="77777777" w:rsidR="0055332E" w:rsidRDefault="005228C9" w:rsidP="0055332E">
            <w:pPr>
              <w:spacing w:before="120" w:after="120"/>
            </w:pPr>
            <w:r>
              <w:t>2 battimani = parti / fermati</w:t>
            </w:r>
          </w:p>
          <w:p w14:paraId="6C4821F3" w14:textId="77777777" w:rsidR="005228C9" w:rsidRDefault="005228C9" w:rsidP="0055332E">
            <w:pPr>
              <w:spacing w:before="120" w:after="240"/>
            </w:pPr>
            <w:r>
              <w:t>3 battimani = gira in cerchio</w:t>
            </w:r>
          </w:p>
        </w:tc>
      </w:tr>
      <w:tr w:rsidR="005228C9" w14:paraId="105E4FFB" w14:textId="77777777" w:rsidTr="0055332E">
        <w:tc>
          <w:tcPr>
            <w:tcW w:w="1668" w:type="dxa"/>
            <w:shd w:val="clear" w:color="auto" w:fill="00B0F0"/>
            <w:vAlign w:val="center"/>
          </w:tcPr>
          <w:p w14:paraId="3260F2F3" w14:textId="77777777" w:rsidR="005228C9" w:rsidRPr="00D708D7" w:rsidRDefault="005228C9" w:rsidP="005228C9">
            <w:pPr>
              <w:spacing w:before="240" w:after="240"/>
              <w:jc w:val="center"/>
              <w:rPr>
                <w:b/>
              </w:rPr>
            </w:pPr>
            <w:r w:rsidRPr="00D708D7">
              <w:rPr>
                <w:b/>
              </w:rPr>
              <w:t>Azzurro</w:t>
            </w:r>
          </w:p>
        </w:tc>
        <w:tc>
          <w:tcPr>
            <w:tcW w:w="1701" w:type="dxa"/>
          </w:tcPr>
          <w:p w14:paraId="4C553289" w14:textId="77777777" w:rsidR="005228C9" w:rsidRDefault="005228C9" w:rsidP="005228C9">
            <w:pPr>
              <w:spacing w:before="240" w:after="240"/>
            </w:pPr>
            <w:r>
              <w:t>Investigatore</w:t>
            </w:r>
          </w:p>
        </w:tc>
        <w:tc>
          <w:tcPr>
            <w:tcW w:w="6520" w:type="dxa"/>
          </w:tcPr>
          <w:p w14:paraId="7B809EF0" w14:textId="77777777" w:rsidR="005228C9" w:rsidRDefault="005228C9" w:rsidP="005228C9">
            <w:pPr>
              <w:spacing w:before="240" w:after="240"/>
            </w:pPr>
            <w:r>
              <w:t>Segue una traccia.</w:t>
            </w:r>
          </w:p>
        </w:tc>
      </w:tr>
      <w:tr w:rsidR="005228C9" w14:paraId="10FB324B" w14:textId="77777777" w:rsidTr="0055332E">
        <w:trPr>
          <w:trHeight w:val="612"/>
        </w:trPr>
        <w:tc>
          <w:tcPr>
            <w:tcW w:w="1668" w:type="dxa"/>
            <w:shd w:val="clear" w:color="auto" w:fill="FF0066"/>
            <w:vAlign w:val="center"/>
          </w:tcPr>
          <w:p w14:paraId="0D2F0E27" w14:textId="77777777" w:rsidR="005228C9" w:rsidRPr="00D708D7" w:rsidRDefault="005228C9" w:rsidP="005228C9">
            <w:pPr>
              <w:spacing w:before="240" w:after="240"/>
              <w:jc w:val="center"/>
              <w:rPr>
                <w:b/>
              </w:rPr>
            </w:pPr>
            <w:r w:rsidRPr="00D708D7">
              <w:rPr>
                <w:b/>
              </w:rPr>
              <w:t>Rosa</w:t>
            </w:r>
          </w:p>
        </w:tc>
        <w:tc>
          <w:tcPr>
            <w:tcW w:w="1701" w:type="dxa"/>
          </w:tcPr>
          <w:p w14:paraId="613EA9F6" w14:textId="77777777" w:rsidR="005228C9" w:rsidRDefault="005228C9" w:rsidP="005228C9">
            <w:pPr>
              <w:spacing w:before="240" w:after="240"/>
            </w:pPr>
            <w:r>
              <w:t>Obbediente</w:t>
            </w:r>
          </w:p>
        </w:tc>
        <w:tc>
          <w:tcPr>
            <w:tcW w:w="6520" w:type="dxa"/>
          </w:tcPr>
          <w:p w14:paraId="3C0B1A42" w14:textId="77777777" w:rsidR="005228C9" w:rsidRDefault="005228C9" w:rsidP="005228C9">
            <w:pPr>
              <w:spacing w:before="240" w:after="240"/>
            </w:pPr>
            <w:r>
              <w:t>Segue gli ordini dati con i pulsanti o tramite un telecomando infrarossi.</w:t>
            </w:r>
          </w:p>
        </w:tc>
      </w:tr>
    </w:tbl>
    <w:p w14:paraId="0FC51255" w14:textId="77777777" w:rsidR="00A467E3" w:rsidRDefault="00FB1763"/>
    <w:sectPr w:rsidR="00A467E3" w:rsidSect="005228C9">
      <w:pgSz w:w="11906" w:h="16838"/>
      <w:pgMar w:top="1417" w:right="42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475ED"/>
    <w:multiLevelType w:val="multilevel"/>
    <w:tmpl w:val="24B47ED6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EE1"/>
    <w:rsid w:val="00277D0F"/>
    <w:rsid w:val="0036631A"/>
    <w:rsid w:val="00502B42"/>
    <w:rsid w:val="005228C9"/>
    <w:rsid w:val="0055332E"/>
    <w:rsid w:val="00611EE1"/>
    <w:rsid w:val="00907B3A"/>
    <w:rsid w:val="00A20572"/>
    <w:rsid w:val="00C62023"/>
    <w:rsid w:val="00D708D7"/>
    <w:rsid w:val="00F06867"/>
    <w:rsid w:val="00F62968"/>
    <w:rsid w:val="00FB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077C26"/>
  <w15:docId w15:val="{7EED5D96-6E14-41EF-9844-7CDBA4FC0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631A"/>
    <w:rPr>
      <w:rFonts w:ascii="Arial" w:hAnsi="Arial"/>
      <w:sz w:val="22"/>
      <w:szCs w:val="22"/>
      <w:lang w:val="it-IT" w:eastAsia="zh-CN"/>
    </w:rPr>
  </w:style>
  <w:style w:type="paragraph" w:styleId="Titolo1">
    <w:name w:val="heading 1"/>
    <w:basedOn w:val="Normale"/>
    <w:next w:val="Normale"/>
    <w:link w:val="Titolo1Carattere"/>
    <w:qFormat/>
    <w:rsid w:val="0036631A"/>
    <w:pPr>
      <w:keepNext/>
      <w:keepLines/>
      <w:numPr>
        <w:numId w:val="10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36631A"/>
    <w:pPr>
      <w:keepNext/>
      <w:numPr>
        <w:ilvl w:val="1"/>
        <w:numId w:val="10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36631A"/>
    <w:pPr>
      <w:keepNext/>
      <w:numPr>
        <w:ilvl w:val="2"/>
        <w:numId w:val="10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36631A"/>
    <w:pPr>
      <w:keepNext/>
      <w:numPr>
        <w:ilvl w:val="3"/>
        <w:numId w:val="10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36631A"/>
    <w:pPr>
      <w:numPr>
        <w:ilvl w:val="4"/>
        <w:numId w:val="10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36631A"/>
    <w:pPr>
      <w:numPr>
        <w:ilvl w:val="5"/>
        <w:numId w:val="10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36631A"/>
    <w:pPr>
      <w:numPr>
        <w:ilvl w:val="6"/>
        <w:numId w:val="10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36631A"/>
    <w:pPr>
      <w:numPr>
        <w:ilvl w:val="7"/>
        <w:numId w:val="10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36631A"/>
    <w:pPr>
      <w:numPr>
        <w:ilvl w:val="8"/>
        <w:numId w:val="10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36631A"/>
    <w:rPr>
      <w:rFonts w:ascii="Cambria" w:eastAsia="Times New Roman" w:hAnsi="Cambria"/>
      <w:b/>
      <w:bCs/>
      <w:color w:val="365F91"/>
      <w:sz w:val="28"/>
      <w:szCs w:val="28"/>
      <w:lang w:val="it-IT" w:eastAsia="zh-CN"/>
    </w:rPr>
  </w:style>
  <w:style w:type="character" w:customStyle="1" w:styleId="Titolo2Carattere">
    <w:name w:val="Titolo 2 Carattere"/>
    <w:link w:val="Titolo2"/>
    <w:semiHidden/>
    <w:rsid w:val="0036631A"/>
    <w:rPr>
      <w:rFonts w:ascii="Cambria" w:eastAsia="Times New Roman" w:hAnsi="Cambria"/>
      <w:b/>
      <w:bCs/>
      <w:i/>
      <w:iCs/>
      <w:sz w:val="28"/>
      <w:szCs w:val="28"/>
      <w:lang w:val="it-IT" w:eastAsia="zh-CN"/>
    </w:rPr>
  </w:style>
  <w:style w:type="character" w:customStyle="1" w:styleId="Titolo3Carattere">
    <w:name w:val="Titolo 3 Carattere"/>
    <w:link w:val="Titolo3"/>
    <w:semiHidden/>
    <w:rsid w:val="0036631A"/>
    <w:rPr>
      <w:rFonts w:ascii="Cambria" w:eastAsia="Times New Roman" w:hAnsi="Cambria"/>
      <w:b/>
      <w:bCs/>
      <w:sz w:val="26"/>
      <w:szCs w:val="26"/>
      <w:lang w:val="it-IT" w:eastAsia="zh-CN"/>
    </w:rPr>
  </w:style>
  <w:style w:type="character" w:customStyle="1" w:styleId="Titolo4Carattere">
    <w:name w:val="Titolo 4 Carattere"/>
    <w:basedOn w:val="Carpredefinitoparagrafo"/>
    <w:link w:val="Titolo4"/>
    <w:semiHidden/>
    <w:rsid w:val="0036631A"/>
    <w:rPr>
      <w:rFonts w:asciiTheme="minorHAnsi" w:eastAsiaTheme="minorEastAsia" w:hAnsiTheme="minorHAnsi" w:cstheme="minorBidi"/>
      <w:b/>
      <w:bCs/>
      <w:sz w:val="28"/>
      <w:szCs w:val="28"/>
      <w:lang w:val="it-IT" w:eastAsia="zh-CN"/>
    </w:rPr>
  </w:style>
  <w:style w:type="character" w:customStyle="1" w:styleId="Titolo5Carattere">
    <w:name w:val="Titolo 5 Carattere"/>
    <w:basedOn w:val="Carpredefinitoparagrafo"/>
    <w:link w:val="Titolo5"/>
    <w:semiHidden/>
    <w:rsid w:val="0036631A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zh-CN"/>
    </w:rPr>
  </w:style>
  <w:style w:type="character" w:customStyle="1" w:styleId="Titolo6Carattere">
    <w:name w:val="Titolo 6 Carattere"/>
    <w:basedOn w:val="Carpredefinitoparagrafo"/>
    <w:link w:val="Titolo6"/>
    <w:semiHidden/>
    <w:rsid w:val="0036631A"/>
    <w:rPr>
      <w:rFonts w:asciiTheme="minorHAnsi" w:eastAsiaTheme="minorEastAsia" w:hAnsiTheme="minorHAnsi" w:cstheme="minorBidi"/>
      <w:b/>
      <w:bCs/>
      <w:sz w:val="22"/>
      <w:szCs w:val="22"/>
      <w:lang w:val="it-IT" w:eastAsia="zh-CN"/>
    </w:rPr>
  </w:style>
  <w:style w:type="character" w:customStyle="1" w:styleId="Titolo7Carattere">
    <w:name w:val="Titolo 7 Carattere"/>
    <w:basedOn w:val="Carpredefinitoparagrafo"/>
    <w:link w:val="Titolo7"/>
    <w:semiHidden/>
    <w:rsid w:val="0036631A"/>
    <w:rPr>
      <w:rFonts w:asciiTheme="minorHAnsi" w:eastAsiaTheme="minorEastAsia" w:hAnsiTheme="minorHAnsi" w:cstheme="minorBidi"/>
      <w:sz w:val="24"/>
      <w:szCs w:val="24"/>
      <w:lang w:val="it-IT" w:eastAsia="zh-CN"/>
    </w:rPr>
  </w:style>
  <w:style w:type="character" w:customStyle="1" w:styleId="Titolo8Carattere">
    <w:name w:val="Titolo 8 Carattere"/>
    <w:basedOn w:val="Carpredefinitoparagrafo"/>
    <w:link w:val="Titolo8"/>
    <w:semiHidden/>
    <w:rsid w:val="0036631A"/>
    <w:rPr>
      <w:rFonts w:asciiTheme="minorHAnsi" w:eastAsiaTheme="minorEastAsia" w:hAnsiTheme="minorHAnsi" w:cstheme="minorBidi"/>
      <w:i/>
      <w:iCs/>
      <w:sz w:val="24"/>
      <w:szCs w:val="24"/>
      <w:lang w:val="it-IT" w:eastAsia="zh-CN"/>
    </w:rPr>
  </w:style>
  <w:style w:type="character" w:customStyle="1" w:styleId="Titolo9Carattere">
    <w:name w:val="Titolo 9 Carattere"/>
    <w:basedOn w:val="Carpredefinitoparagrafo"/>
    <w:link w:val="Titolo9"/>
    <w:semiHidden/>
    <w:rsid w:val="0036631A"/>
    <w:rPr>
      <w:rFonts w:asciiTheme="majorHAnsi" w:eastAsiaTheme="majorEastAsia" w:hAnsiTheme="majorHAnsi" w:cstheme="majorBidi"/>
      <w:sz w:val="22"/>
      <w:szCs w:val="22"/>
      <w:lang w:val="it-IT" w:eastAsia="zh-CN"/>
    </w:rPr>
  </w:style>
  <w:style w:type="paragraph" w:styleId="Sottotitolo">
    <w:name w:val="Subtitle"/>
    <w:basedOn w:val="Normale"/>
    <w:next w:val="Normale"/>
    <w:link w:val="SottotitoloCarattere"/>
    <w:qFormat/>
    <w:rsid w:val="0036631A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36631A"/>
    <w:rPr>
      <w:rFonts w:ascii="Cambria" w:eastAsia="Times New Roman" w:hAnsi="Cambria"/>
      <w:i/>
      <w:iCs/>
      <w:color w:val="4F81BD"/>
      <w:spacing w:val="15"/>
      <w:sz w:val="24"/>
      <w:szCs w:val="24"/>
      <w:lang w:val="it-IT" w:eastAsia="zh-CN"/>
    </w:rPr>
  </w:style>
  <w:style w:type="character" w:styleId="Enfasigrassetto">
    <w:name w:val="Strong"/>
    <w:qFormat/>
    <w:rsid w:val="0036631A"/>
    <w:rPr>
      <w:b/>
      <w:bCs/>
    </w:rPr>
  </w:style>
  <w:style w:type="paragraph" w:styleId="Paragrafoelenco">
    <w:name w:val="List Paragraph"/>
    <w:basedOn w:val="Normale"/>
    <w:uiPriority w:val="34"/>
    <w:qFormat/>
    <w:rsid w:val="0036631A"/>
    <w:pPr>
      <w:ind w:left="720"/>
      <w:contextualSpacing/>
    </w:pPr>
  </w:style>
  <w:style w:type="character" w:styleId="Enfasidelicata">
    <w:name w:val="Subtle Emphasis"/>
    <w:uiPriority w:val="19"/>
    <w:qFormat/>
    <w:rsid w:val="0036631A"/>
    <w:rPr>
      <w:i/>
      <w:iCs/>
      <w:color w:val="808080"/>
    </w:rPr>
  </w:style>
  <w:style w:type="character" w:styleId="Enfasiintensa">
    <w:name w:val="Intense Emphasis"/>
    <w:uiPriority w:val="21"/>
    <w:qFormat/>
    <w:rsid w:val="0036631A"/>
    <w:rPr>
      <w:b/>
      <w:bCs/>
      <w:i/>
      <w:iCs/>
      <w:color w:val="4F81BD"/>
    </w:rPr>
  </w:style>
  <w:style w:type="character" w:styleId="Titolodellibro">
    <w:name w:val="Book Title"/>
    <w:uiPriority w:val="33"/>
    <w:qFormat/>
    <w:rsid w:val="0036631A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631A"/>
    <w:pPr>
      <w:numPr>
        <w:numId w:val="0"/>
      </w:numPr>
      <w:spacing w:line="276" w:lineRule="auto"/>
      <w:outlineLvl w:val="9"/>
    </w:pPr>
    <w:rPr>
      <w:lang w:val="it-CH" w:eastAsia="it-CH"/>
    </w:rPr>
  </w:style>
  <w:style w:type="table" w:styleId="Grigliatabella">
    <w:name w:val="Table Grid"/>
    <w:basedOn w:val="Tabellanormale"/>
    <w:uiPriority w:val="59"/>
    <w:rsid w:val="00611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1E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1EE1"/>
    <w:rPr>
      <w:rFonts w:ascii="Tahoma" w:hAnsi="Tahoma" w:cs="Tahoma"/>
      <w:sz w:val="16"/>
      <w:szCs w:val="16"/>
      <w:lang w:val="it-IT"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277D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7D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7D0F"/>
    <w:rPr>
      <w:rFonts w:ascii="Arial" w:hAnsi="Arial"/>
      <w:lang w:val="it-IT"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7D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7D0F"/>
    <w:rPr>
      <w:rFonts w:ascii="Arial" w:hAnsi="Arial"/>
      <w:b/>
      <w:bCs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A9270E51</Template>
  <TotalTime>0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SUPSI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Windows User</cp:lastModifiedBy>
  <cp:revision>2</cp:revision>
  <cp:lastPrinted>2016-03-01T07:22:00Z</cp:lastPrinted>
  <dcterms:created xsi:type="dcterms:W3CDTF">2018-03-16T13:21:00Z</dcterms:created>
  <dcterms:modified xsi:type="dcterms:W3CDTF">2018-03-16T13:21:00Z</dcterms:modified>
</cp:coreProperties>
</file>